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4F" w:rsidRPr="00CB752A" w:rsidRDefault="00091B4F" w:rsidP="00DD44FB">
      <w:pPr>
        <w:spacing w:after="0"/>
        <w:rPr>
          <w:rFonts w:ascii="Times New Roman" w:hAnsi="Times New Roman"/>
          <w:sz w:val="24"/>
          <w:szCs w:val="24"/>
        </w:rPr>
      </w:pPr>
      <w:r w:rsidRPr="00CB752A">
        <w:rPr>
          <w:sz w:val="24"/>
          <w:szCs w:val="24"/>
        </w:rPr>
        <w:t xml:space="preserve">                                                                     </w:t>
      </w:r>
      <w:r w:rsidRPr="00CB752A">
        <w:rPr>
          <w:rFonts w:ascii="Times New Roman" w:hAnsi="Times New Roman"/>
          <w:sz w:val="24"/>
          <w:szCs w:val="24"/>
        </w:rPr>
        <w:t>Лист коррекции КТП   по родной (татарской) литературе ( с 18.05.20 по 23.05.20)</w:t>
      </w:r>
    </w:p>
    <w:p w:rsidR="00091B4F" w:rsidRPr="00CB752A" w:rsidRDefault="00091B4F" w:rsidP="00DD4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75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091B4F" w:rsidRPr="00CB752A" w:rsidRDefault="00091B4F">
      <w:pPr>
        <w:rPr>
          <w:rFonts w:ascii="Times New Roman" w:hAnsi="Times New Roman"/>
          <w:sz w:val="24"/>
          <w:szCs w:val="24"/>
        </w:rPr>
      </w:pPr>
      <w:r w:rsidRPr="00CB75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Ишмухамметова  Г.К.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091B4F" w:rsidRPr="00CB752A" w:rsidTr="000F4E62">
        <w:tc>
          <w:tcPr>
            <w:tcW w:w="15877" w:type="dxa"/>
            <w:gridSpan w:val="7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почта для связи  </w:t>
            </w:r>
            <w:hyperlink r:id="rId4" w:history="1">
              <w:r w:rsidRPr="00CB752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guliaishmi@mail.ru</w:t>
              </w:r>
            </w:hyperlink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B4F" w:rsidRPr="00CB752A" w:rsidTr="000F4E62">
        <w:tc>
          <w:tcPr>
            <w:tcW w:w="1135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68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091B4F" w:rsidRPr="00CB752A" w:rsidTr="000F4E62">
        <w:tc>
          <w:tcPr>
            <w:tcW w:w="1135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4111" w:type="dxa"/>
          </w:tcPr>
          <w:p w:rsidR="00091B4F" w:rsidRPr="00CB752A" w:rsidRDefault="00091B4F" w:rsidP="00465FEE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Җәйге ял/.Летний отдох</w:t>
            </w:r>
          </w:p>
          <w:p w:rsidR="00091B4F" w:rsidRPr="00CB752A" w:rsidRDefault="00091B4F" w:rsidP="00465FEE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Еллык материалны гомумилщштереп кабатлау/</w:t>
            </w:r>
            <w:r w:rsidRPr="00CB75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Обобщение годового материала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410" w:type="dxa"/>
          </w:tcPr>
          <w:p w:rsidR="00091B4F" w:rsidRPr="00CB752A" w:rsidRDefault="00091B4F" w:rsidP="00BB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1B4F" w:rsidRPr="00CB752A" w:rsidTr="000F4E62">
        <w:tc>
          <w:tcPr>
            <w:tcW w:w="1135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4111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Үткән материалны йомгаклау/</w:t>
            </w:r>
            <w:r w:rsidRPr="00CB752A">
              <w:rPr>
                <w:sz w:val="24"/>
                <w:szCs w:val="24"/>
              </w:rPr>
              <w:t xml:space="preserve"> </w:t>
            </w: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Подведение итогов прошедшего материала</w:t>
            </w:r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B4F" w:rsidRPr="00726AFF" w:rsidTr="000F4E62">
        <w:tc>
          <w:tcPr>
            <w:tcW w:w="1135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91B4F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класс </w:t>
            </w:r>
          </w:p>
          <w:p w:rsidR="00091B4F" w:rsidRPr="00726AFF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AFF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4111" w:type="dxa"/>
          </w:tcPr>
          <w:p w:rsidR="00091B4F" w:rsidRDefault="00091B4F" w:rsidP="000F4E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DA48C4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Шәвәли шуклыгы (Ш.Галиевнең «Ул кем?», «Әлләкем» шигырьләре)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/</w:t>
            </w:r>
            <w:r w:rsidRPr="00204509">
              <w:rPr>
                <w:lang w:val="tt-RU"/>
              </w:rPr>
              <w:t xml:space="preserve"> </w:t>
            </w:r>
            <w:r w:rsidRPr="00204509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Ш. Галиева «кто он?» стихи)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48C4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Д.Т.У. Ш.Галиев «Мәрзия мәсьәләсе»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/</w:t>
            </w:r>
            <w:r w:rsidRPr="00204509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"Вопрос Марзии»</w:t>
            </w:r>
          </w:p>
        </w:tc>
        <w:tc>
          <w:tcPr>
            <w:tcW w:w="2410" w:type="dxa"/>
          </w:tcPr>
          <w:p w:rsidR="00091B4F" w:rsidRPr="00726AFF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091B4F" w:rsidRPr="00726AFF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091B4F" w:rsidRPr="00726AFF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2410" w:type="dxa"/>
          </w:tcPr>
          <w:p w:rsidR="00091B4F" w:rsidRPr="00CB752A" w:rsidRDefault="00091B4F" w:rsidP="0072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091B4F" w:rsidRPr="00726AFF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91B4F" w:rsidRPr="00CB752A" w:rsidTr="000F4E62">
        <w:tc>
          <w:tcPr>
            <w:tcW w:w="1135" w:type="dxa"/>
          </w:tcPr>
          <w:p w:rsidR="00091B4F" w:rsidRPr="00726AFF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  <w:p w:rsidR="00091B4F" w:rsidRPr="00CB752A" w:rsidRDefault="00091B4F" w:rsidP="002C3F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19.05</w:t>
            </w:r>
            <w:r w:rsidRPr="00CB752A">
              <w:rPr>
                <w:sz w:val="24"/>
                <w:szCs w:val="24"/>
              </w:rPr>
              <w:t xml:space="preserve"> 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Д. Гайнетдинова. “Җан авазы” парчасы\ Звон души”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А. Куприн. “Олеся” әсәре/В произведении " Олеся</w:t>
            </w:r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410" w:type="dxa"/>
          </w:tcPr>
          <w:p w:rsidR="00091B4F" w:rsidRPr="00CB752A" w:rsidRDefault="00091B4F" w:rsidP="00E1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B4F" w:rsidRPr="00CB752A" w:rsidTr="000F4E62">
        <w:tc>
          <w:tcPr>
            <w:tcW w:w="1135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4111" w:type="dxa"/>
          </w:tcPr>
          <w:p w:rsidR="00091B4F" w:rsidRPr="00CB752A" w:rsidRDefault="00091B4F" w:rsidP="002C3F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CB752A">
              <w:rPr>
                <w:rFonts w:ascii="Times New Roman" w:eastAsia="SchoolBookTatMFOTF" w:hAnsi="Times New Roman"/>
                <w:sz w:val="24"/>
                <w:szCs w:val="24"/>
                <w:lang w:val="tt-RU" w:eastAsia="ru-RU"/>
              </w:rPr>
              <w:t xml:space="preserve">әдинә </w:t>
            </w: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Маликованың тормыш юлы һәм иҗаты турында белешмә бирү, “Казан каласы − таш кала” повестеннан өзек өйрәнү. М.Маликовой. Изучение отрывка из повести «Казань – город белокаменный».</w:t>
            </w:r>
          </w:p>
          <w:p w:rsidR="00091B4F" w:rsidRPr="00CB752A" w:rsidRDefault="00091B4F" w:rsidP="00C6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2410" w:type="dxa"/>
          </w:tcPr>
          <w:p w:rsidR="00091B4F" w:rsidRPr="00CB752A" w:rsidRDefault="00091B4F" w:rsidP="00E1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B4F" w:rsidRPr="00CB752A" w:rsidTr="000F4E62">
        <w:tc>
          <w:tcPr>
            <w:tcW w:w="1135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4111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Гомәр Бәширов иҗаты./</w:t>
            </w:r>
            <w:r w:rsidRPr="00CB752A">
              <w:rPr>
                <w:sz w:val="24"/>
                <w:szCs w:val="24"/>
                <w:lang w:eastAsia="ru-RU"/>
              </w:rPr>
              <w:t xml:space="preserve"> </w:t>
            </w:r>
            <w:r w:rsidRPr="00CB752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Творчество Гумера Баширова</w:t>
            </w:r>
          </w:p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Гариф Ахунов иҗаты./</w:t>
            </w:r>
            <w:r w:rsidRPr="00CB752A">
              <w:rPr>
                <w:sz w:val="24"/>
                <w:szCs w:val="24"/>
                <w:lang w:eastAsia="ru-RU"/>
              </w:rPr>
              <w:t xml:space="preserve"> </w:t>
            </w:r>
            <w:r w:rsidRPr="00CB752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Творчество Гарифа Ахунова.</w:t>
            </w:r>
            <w:bookmarkStart w:id="0" w:name="_GoBack"/>
            <w:bookmarkEnd w:id="0"/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410" w:type="dxa"/>
          </w:tcPr>
          <w:p w:rsidR="00091B4F" w:rsidRPr="00CB752A" w:rsidRDefault="00091B4F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091B4F" w:rsidRPr="00B424E0" w:rsidRDefault="00091B4F">
      <w:pPr>
        <w:rPr>
          <w:rFonts w:ascii="Times New Roman" w:hAnsi="Times New Roman"/>
          <w:sz w:val="24"/>
          <w:szCs w:val="24"/>
        </w:rPr>
      </w:pPr>
    </w:p>
    <w:sectPr w:rsidR="00091B4F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TatMFOTF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C6"/>
    <w:rsid w:val="00003E38"/>
    <w:rsid w:val="00014661"/>
    <w:rsid w:val="00022D46"/>
    <w:rsid w:val="00032B76"/>
    <w:rsid w:val="00035BD1"/>
    <w:rsid w:val="00042A2F"/>
    <w:rsid w:val="00055011"/>
    <w:rsid w:val="00091B4F"/>
    <w:rsid w:val="000D0C3E"/>
    <w:rsid w:val="000D4532"/>
    <w:rsid w:val="000E1CCC"/>
    <w:rsid w:val="000F4E62"/>
    <w:rsid w:val="00126AC8"/>
    <w:rsid w:val="0016450D"/>
    <w:rsid w:val="001A1685"/>
    <w:rsid w:val="001C4BB2"/>
    <w:rsid w:val="001D2E6B"/>
    <w:rsid w:val="00204509"/>
    <w:rsid w:val="0022172C"/>
    <w:rsid w:val="0025108C"/>
    <w:rsid w:val="00272743"/>
    <w:rsid w:val="00291FFF"/>
    <w:rsid w:val="002A60B5"/>
    <w:rsid w:val="002C3F15"/>
    <w:rsid w:val="002E2ABA"/>
    <w:rsid w:val="002E5928"/>
    <w:rsid w:val="00332A7D"/>
    <w:rsid w:val="003655FE"/>
    <w:rsid w:val="00373B33"/>
    <w:rsid w:val="003820DE"/>
    <w:rsid w:val="003D5A52"/>
    <w:rsid w:val="003E7592"/>
    <w:rsid w:val="003F163A"/>
    <w:rsid w:val="00407D11"/>
    <w:rsid w:val="004510B6"/>
    <w:rsid w:val="0045702D"/>
    <w:rsid w:val="00462559"/>
    <w:rsid w:val="00465FEE"/>
    <w:rsid w:val="00466385"/>
    <w:rsid w:val="00473518"/>
    <w:rsid w:val="00474095"/>
    <w:rsid w:val="004834C8"/>
    <w:rsid w:val="0049136D"/>
    <w:rsid w:val="0049554C"/>
    <w:rsid w:val="004D7920"/>
    <w:rsid w:val="0052152B"/>
    <w:rsid w:val="0052298A"/>
    <w:rsid w:val="00524004"/>
    <w:rsid w:val="00535EDD"/>
    <w:rsid w:val="0054165F"/>
    <w:rsid w:val="00596ED9"/>
    <w:rsid w:val="005B70B1"/>
    <w:rsid w:val="00603367"/>
    <w:rsid w:val="00605B35"/>
    <w:rsid w:val="00607AF9"/>
    <w:rsid w:val="00620830"/>
    <w:rsid w:val="0064175B"/>
    <w:rsid w:val="006F7D6E"/>
    <w:rsid w:val="00700EE4"/>
    <w:rsid w:val="00717439"/>
    <w:rsid w:val="00723783"/>
    <w:rsid w:val="00726AFF"/>
    <w:rsid w:val="007B172F"/>
    <w:rsid w:val="00853559"/>
    <w:rsid w:val="00861C12"/>
    <w:rsid w:val="008807CB"/>
    <w:rsid w:val="008E2755"/>
    <w:rsid w:val="00901838"/>
    <w:rsid w:val="0092524F"/>
    <w:rsid w:val="00972E3A"/>
    <w:rsid w:val="0098158E"/>
    <w:rsid w:val="009847AF"/>
    <w:rsid w:val="009A44C1"/>
    <w:rsid w:val="009B35BE"/>
    <w:rsid w:val="009F50EA"/>
    <w:rsid w:val="00A078CE"/>
    <w:rsid w:val="00A13775"/>
    <w:rsid w:val="00A21F73"/>
    <w:rsid w:val="00A225A1"/>
    <w:rsid w:val="00A52B86"/>
    <w:rsid w:val="00A64B70"/>
    <w:rsid w:val="00A70056"/>
    <w:rsid w:val="00A93A8E"/>
    <w:rsid w:val="00A943DD"/>
    <w:rsid w:val="00A97B0C"/>
    <w:rsid w:val="00A97CA3"/>
    <w:rsid w:val="00AD1E6A"/>
    <w:rsid w:val="00AE1F46"/>
    <w:rsid w:val="00B03DFF"/>
    <w:rsid w:val="00B11F41"/>
    <w:rsid w:val="00B172C1"/>
    <w:rsid w:val="00B30D00"/>
    <w:rsid w:val="00B424E0"/>
    <w:rsid w:val="00B7797D"/>
    <w:rsid w:val="00BB6376"/>
    <w:rsid w:val="00BC19D5"/>
    <w:rsid w:val="00BC2F92"/>
    <w:rsid w:val="00BC7301"/>
    <w:rsid w:val="00BD34AC"/>
    <w:rsid w:val="00BE31C6"/>
    <w:rsid w:val="00BF195D"/>
    <w:rsid w:val="00C26C0E"/>
    <w:rsid w:val="00C52501"/>
    <w:rsid w:val="00C64077"/>
    <w:rsid w:val="00C76883"/>
    <w:rsid w:val="00CA27F7"/>
    <w:rsid w:val="00CB752A"/>
    <w:rsid w:val="00CC68A5"/>
    <w:rsid w:val="00CD669A"/>
    <w:rsid w:val="00CF74BA"/>
    <w:rsid w:val="00D221B4"/>
    <w:rsid w:val="00D61171"/>
    <w:rsid w:val="00D67435"/>
    <w:rsid w:val="00D80986"/>
    <w:rsid w:val="00D85B7A"/>
    <w:rsid w:val="00DA48C4"/>
    <w:rsid w:val="00DB6971"/>
    <w:rsid w:val="00DD44FB"/>
    <w:rsid w:val="00E15DC5"/>
    <w:rsid w:val="00E1747A"/>
    <w:rsid w:val="00E2058F"/>
    <w:rsid w:val="00E5195C"/>
    <w:rsid w:val="00E6093D"/>
    <w:rsid w:val="00E62B5D"/>
    <w:rsid w:val="00E65BF6"/>
    <w:rsid w:val="00E819C0"/>
    <w:rsid w:val="00EA1CAC"/>
    <w:rsid w:val="00EA2EEE"/>
    <w:rsid w:val="00EC093E"/>
    <w:rsid w:val="00EE0B97"/>
    <w:rsid w:val="00EF029C"/>
    <w:rsid w:val="00F23B06"/>
    <w:rsid w:val="00F32FD0"/>
    <w:rsid w:val="00F52C57"/>
    <w:rsid w:val="00F541C8"/>
    <w:rsid w:val="00F636E5"/>
    <w:rsid w:val="00F67FC2"/>
    <w:rsid w:val="00F87275"/>
    <w:rsid w:val="00FA4294"/>
    <w:rsid w:val="00FD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5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65FE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liaishmi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2</Pages>
  <Words>318</Words>
  <Characters>1817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117</cp:revision>
  <dcterms:created xsi:type="dcterms:W3CDTF">2020-03-27T05:47:00Z</dcterms:created>
  <dcterms:modified xsi:type="dcterms:W3CDTF">2020-05-16T06:23:00Z</dcterms:modified>
</cp:coreProperties>
</file>